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pPr w:leftFromText="141" w:rightFromText="141" w:vertAnchor="text" w:tblpY="1"/>
        <w:tblOverlap w:val="never"/>
        <w:tblW w:w="42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3"/>
      </w:tblGrid>
      <w:tr w:rsidR="00B9526E" w:rsidRPr="00D418D4" w:rsidTr="00A564EF">
        <w:trPr>
          <w:cantSplit/>
          <w:trHeight w:val="283"/>
        </w:trPr>
        <w:tc>
          <w:tcPr>
            <w:tcW w:w="4293" w:type="dxa"/>
          </w:tcPr>
          <w:p w:rsidR="00B9526E" w:rsidRPr="00D418D4" w:rsidRDefault="00B9526E" w:rsidP="00A564EF">
            <w:pPr>
              <w:rPr>
                <w:rFonts w:cs="Arial"/>
                <w:szCs w:val="22"/>
              </w:rPr>
            </w:pPr>
          </w:p>
        </w:tc>
      </w:tr>
    </w:tbl>
    <w:p w:rsidR="00D418D4" w:rsidRDefault="00A564EF" w:rsidP="00FE7E77">
      <w:r>
        <w:rPr>
          <w:b/>
        </w:rPr>
        <w:br w:type="textWrapping" w:clear="all"/>
      </w:r>
      <w:r w:rsidR="00D418D4" w:rsidRPr="00D418D4">
        <w:rPr>
          <w:b/>
        </w:rPr>
        <w:t>Ekstern høringsliste</w:t>
      </w:r>
      <w:r w:rsidR="00D418D4">
        <w:t xml:space="preserve"> </w:t>
      </w:r>
    </w:p>
    <w:p w:rsidR="00D418D4" w:rsidRDefault="00D418D4" w:rsidP="00FE7E77">
      <w:r>
        <w:t xml:space="preserve">Udkast til bekendtgørelse om </w:t>
      </w:r>
      <w:r w:rsidR="00A564EF">
        <w:t>den danske klimaskovfond</w:t>
      </w:r>
    </w:p>
    <w:p w:rsidR="00D418D4" w:rsidRDefault="00D418D4" w:rsidP="00FE7E77"/>
    <w:p w:rsidR="00D418D4" w:rsidRDefault="00D418D4" w:rsidP="00FE7E77">
      <w:r>
        <w:t xml:space="preserve">Advokatsamfundet </w:t>
      </w:r>
    </w:p>
    <w:p w:rsidR="00D418D4" w:rsidRDefault="00D418D4" w:rsidP="00FE7E77">
      <w:r>
        <w:t xml:space="preserve">Akademirådet </w:t>
      </w:r>
    </w:p>
    <w:p w:rsidR="00D418D4" w:rsidRDefault="00D418D4" w:rsidP="00FE7E77">
      <w:r>
        <w:t xml:space="preserve">Arbejderbevægelsens erhvervsråd </w:t>
      </w:r>
    </w:p>
    <w:p w:rsidR="00D418D4" w:rsidRDefault="00D418D4" w:rsidP="00FE7E77">
      <w:r>
        <w:t xml:space="preserve">Brancheforeningen for Biogas </w:t>
      </w:r>
    </w:p>
    <w:p w:rsidR="00D418D4" w:rsidRDefault="00D418D4" w:rsidP="00FE7E77">
      <w:r>
        <w:t xml:space="preserve">Brancheforeningen Genanvend Biomasse </w:t>
      </w:r>
    </w:p>
    <w:p w:rsidR="00D418D4" w:rsidRDefault="00D418D4" w:rsidP="00FE7E77">
      <w:r>
        <w:t xml:space="preserve">Danmarks Miljøundersøgelser </w:t>
      </w:r>
    </w:p>
    <w:p w:rsidR="00D418D4" w:rsidRDefault="00D418D4" w:rsidP="00FE7E77">
      <w:r>
        <w:t xml:space="preserve">Danmarks Naturfredningsforening </w:t>
      </w:r>
    </w:p>
    <w:p w:rsidR="00D418D4" w:rsidRDefault="00D418D4" w:rsidP="00FE7E77">
      <w:r>
        <w:t xml:space="preserve">Dansk Energi Brancheforening (DGB) </w:t>
      </w:r>
    </w:p>
    <w:p w:rsidR="00D418D4" w:rsidRDefault="00D418D4" w:rsidP="00FE7E77">
      <w:r>
        <w:t xml:space="preserve">Dansk Erhverv </w:t>
      </w:r>
    </w:p>
    <w:p w:rsidR="00D418D4" w:rsidRDefault="00D418D4" w:rsidP="00FE7E77">
      <w:r>
        <w:t xml:space="preserve">Dansk Erhvervsfremme </w:t>
      </w:r>
    </w:p>
    <w:p w:rsidR="00D418D4" w:rsidRDefault="00D418D4" w:rsidP="00FE7E77">
      <w:r>
        <w:t xml:space="preserve">Dansk Fjernvarme </w:t>
      </w:r>
    </w:p>
    <w:p w:rsidR="00D418D4" w:rsidRDefault="00D418D4" w:rsidP="00FE7E77">
      <w:r>
        <w:t xml:space="preserve">Dansk Industri </w:t>
      </w:r>
    </w:p>
    <w:p w:rsidR="00D418D4" w:rsidRDefault="00D418D4" w:rsidP="00FE7E77">
      <w:r>
        <w:t xml:space="preserve">Dansk Miljøteknologi </w:t>
      </w:r>
    </w:p>
    <w:p w:rsidR="00D418D4" w:rsidRDefault="00D418D4" w:rsidP="00FE7E77">
      <w:r>
        <w:t xml:space="preserve">Dansk Planteværn </w:t>
      </w:r>
    </w:p>
    <w:p w:rsidR="00D418D4" w:rsidRDefault="00D418D4" w:rsidP="00FE7E77">
      <w:r>
        <w:t xml:space="preserve">Danske Regioner </w:t>
      </w:r>
    </w:p>
    <w:p w:rsidR="00D418D4" w:rsidRDefault="00D418D4" w:rsidP="00FE7E77">
      <w:r>
        <w:t xml:space="preserve">DANVA (Dansk Vand- og Spildevandsforening) </w:t>
      </w:r>
    </w:p>
    <w:p w:rsidR="00D418D4" w:rsidRDefault="00D418D4" w:rsidP="00FE7E77">
      <w:r>
        <w:t xml:space="preserve">Datatilsynet </w:t>
      </w:r>
    </w:p>
    <w:p w:rsidR="00E03B67" w:rsidRDefault="00E03B67" w:rsidP="00FE7E77">
      <w:r>
        <w:t>Den Danske Naturfond</w:t>
      </w:r>
    </w:p>
    <w:p w:rsidR="00D418D4" w:rsidRDefault="00D418D4" w:rsidP="00FE7E77">
      <w:r>
        <w:t xml:space="preserve">Det Miljøøkonomiske Råd </w:t>
      </w:r>
    </w:p>
    <w:p w:rsidR="00D418D4" w:rsidRDefault="00D418D4" w:rsidP="00FE7E77">
      <w:r>
        <w:t xml:space="preserve">DHI Danmark– Institut for Vand og Miljø </w:t>
      </w:r>
    </w:p>
    <w:p w:rsidR="00D418D4" w:rsidRDefault="00D418D4" w:rsidP="00FE7E77">
      <w:r>
        <w:t xml:space="preserve">Drivkraft Danmark </w:t>
      </w:r>
    </w:p>
    <w:p w:rsidR="00D418D4" w:rsidRDefault="00D418D4" w:rsidP="00FE7E77">
      <w:r>
        <w:t xml:space="preserve">DTU </w:t>
      </w:r>
    </w:p>
    <w:p w:rsidR="00D418D4" w:rsidRDefault="00D418D4" w:rsidP="00FE7E77">
      <w:r>
        <w:t xml:space="preserve">DTU Miljø </w:t>
      </w:r>
    </w:p>
    <w:p w:rsidR="00D418D4" w:rsidRDefault="00D418D4" w:rsidP="00FE7E77">
      <w:r>
        <w:t xml:space="preserve">Foreningen af danske biologer </w:t>
      </w:r>
    </w:p>
    <w:p w:rsidR="00D418D4" w:rsidRDefault="00D418D4" w:rsidP="00FE7E77">
      <w:r>
        <w:t xml:space="preserve">Foreningen af Fredningsnævnsformænd i Danmark og disses suppleanter </w:t>
      </w:r>
    </w:p>
    <w:p w:rsidR="00D418D4" w:rsidRDefault="00D418D4" w:rsidP="00FE7E77">
      <w:r>
        <w:t>Foreningen af Miljø- plan- og naturmedarbejdere i det offentlige (</w:t>
      </w:r>
      <w:proofErr w:type="spellStart"/>
      <w:r>
        <w:t>EnviNa</w:t>
      </w:r>
      <w:proofErr w:type="spellEnd"/>
      <w:r>
        <w:t xml:space="preserve">) </w:t>
      </w:r>
    </w:p>
    <w:p w:rsidR="00D418D4" w:rsidRDefault="00D418D4" w:rsidP="00FE7E77">
      <w:r>
        <w:t xml:space="preserve">Foreningen af Naturfredningsformænd i Danmark </w:t>
      </w:r>
    </w:p>
    <w:p w:rsidR="00D418D4" w:rsidRDefault="00D418D4" w:rsidP="00FE7E77">
      <w:r>
        <w:t xml:space="preserve">Foreningen af Rådgivende Ingeniører </w:t>
      </w:r>
    </w:p>
    <w:p w:rsidR="00D418D4" w:rsidRDefault="00D418D4" w:rsidP="00FE7E77">
      <w:r>
        <w:t xml:space="preserve">Foreningen Biogasbranchen </w:t>
      </w:r>
    </w:p>
    <w:p w:rsidR="00D418D4" w:rsidRDefault="00D418D4" w:rsidP="00FE7E77">
      <w:r>
        <w:t xml:space="preserve">Greenpeace Danmark </w:t>
      </w:r>
    </w:p>
    <w:p w:rsidR="00D418D4" w:rsidRDefault="00D418D4" w:rsidP="00FE7E77">
      <w:r>
        <w:t xml:space="preserve">HK-Kommunal Miljøudvalg </w:t>
      </w:r>
    </w:p>
    <w:p w:rsidR="00D418D4" w:rsidRDefault="00D418D4" w:rsidP="00FE7E77">
      <w:proofErr w:type="spellStart"/>
      <w:r>
        <w:t>Icrofs</w:t>
      </w:r>
      <w:proofErr w:type="spellEnd"/>
      <w:r>
        <w:t xml:space="preserve"> </w:t>
      </w:r>
    </w:p>
    <w:p w:rsidR="00D418D4" w:rsidRDefault="00D418D4" w:rsidP="00FE7E77">
      <w:r>
        <w:t xml:space="preserve">Ingeniørforeningen i Danmark </w:t>
      </w:r>
    </w:p>
    <w:p w:rsidR="00D418D4" w:rsidRDefault="00D418D4" w:rsidP="00FE7E77">
      <w:r>
        <w:t xml:space="preserve">Klimarådet </w:t>
      </w:r>
    </w:p>
    <w:p w:rsidR="00D418D4" w:rsidRDefault="00D418D4" w:rsidP="00FE7E77">
      <w:r>
        <w:t xml:space="preserve">Kommunernes Landsforening </w:t>
      </w:r>
    </w:p>
    <w:p w:rsidR="00D418D4" w:rsidRDefault="00D418D4" w:rsidP="00FE7E77">
      <w:r>
        <w:t xml:space="preserve">Kyst, Land &amp; Fjord </w:t>
      </w:r>
    </w:p>
    <w:p w:rsidR="00D418D4" w:rsidRDefault="00D418D4" w:rsidP="00FE7E77">
      <w:r>
        <w:t xml:space="preserve">Københavns Universitet </w:t>
      </w:r>
    </w:p>
    <w:p w:rsidR="00D418D4" w:rsidRDefault="00D418D4" w:rsidP="00FE7E77">
      <w:r>
        <w:t xml:space="preserve">Københavns Universitet - Institut for Plante- og Miljøvidenskab </w:t>
      </w:r>
    </w:p>
    <w:p w:rsidR="00D418D4" w:rsidRDefault="00D418D4" w:rsidP="00FE7E77">
      <w:r>
        <w:t xml:space="preserve">Københavns Universitet - Skov &amp; Landskab </w:t>
      </w:r>
    </w:p>
    <w:p w:rsidR="00D418D4" w:rsidRDefault="00D418D4" w:rsidP="00FE7E77">
      <w:r>
        <w:t xml:space="preserve">Miljø- og Fødevareklagenævnet </w:t>
      </w:r>
    </w:p>
    <w:p w:rsidR="00D418D4" w:rsidRDefault="00D418D4" w:rsidP="00FE7E77">
      <w:r>
        <w:t xml:space="preserve">Nationalt Center for Miljø og Energi (DCE) </w:t>
      </w:r>
    </w:p>
    <w:p w:rsidR="00E03B67" w:rsidRDefault="00E03B67" w:rsidP="00FE7E77">
      <w:r>
        <w:t xml:space="preserve">NIRAS </w:t>
      </w:r>
    </w:p>
    <w:p w:rsidR="00E03B67" w:rsidRDefault="00E03B67" w:rsidP="00FE7E77">
      <w:r>
        <w:t xml:space="preserve">Novo Nordisk, </w:t>
      </w:r>
    </w:p>
    <w:p w:rsidR="00E03B67" w:rsidRDefault="00E03B67" w:rsidP="00FE7E77">
      <w:r>
        <w:t>Novo Nordisk Fonden</w:t>
      </w:r>
    </w:p>
    <w:p w:rsidR="00D418D4" w:rsidRDefault="00D418D4" w:rsidP="00FE7E77">
      <w:r>
        <w:t xml:space="preserve">Praktiserende Landinspektørers Forening </w:t>
      </w:r>
    </w:p>
    <w:p w:rsidR="00A46764" w:rsidRDefault="00D418D4" w:rsidP="00FE7E77">
      <w:r>
        <w:t xml:space="preserve"> </w:t>
      </w:r>
    </w:p>
    <w:p w:rsidR="00A46764" w:rsidRDefault="00D418D4" w:rsidP="00FE7E77">
      <w:r>
        <w:lastRenderedPageBreak/>
        <w:t xml:space="preserve">Rambøll Danmark </w:t>
      </w:r>
    </w:p>
    <w:p w:rsidR="00A46764" w:rsidRDefault="00D418D4" w:rsidP="00FE7E77">
      <w:r>
        <w:t xml:space="preserve">Roskilde Universitet </w:t>
      </w:r>
    </w:p>
    <w:p w:rsidR="00A46764" w:rsidRDefault="00D418D4" w:rsidP="00FE7E77">
      <w:r>
        <w:t xml:space="preserve">Syddansk Universitet </w:t>
      </w:r>
    </w:p>
    <w:p w:rsidR="00A46764" w:rsidRDefault="00D418D4" w:rsidP="00FE7E77">
      <w:r>
        <w:t xml:space="preserve">Verdensnaturfonden (WWF) </w:t>
      </w:r>
    </w:p>
    <w:p w:rsidR="00E03B67" w:rsidRDefault="00E03B67" w:rsidP="00FE7E77">
      <w:r>
        <w:t>Velux Fonden</w:t>
      </w:r>
    </w:p>
    <w:p w:rsidR="00E03B67" w:rsidRDefault="00E03B67" w:rsidP="00FE7E77">
      <w:r>
        <w:t>Verdens Skove</w:t>
      </w:r>
    </w:p>
    <w:p w:rsidR="00E03B67" w:rsidRDefault="00E03B67" w:rsidP="00FE7E77">
      <w:r>
        <w:t>Villum Fonden</w:t>
      </w:r>
    </w:p>
    <w:p w:rsidR="00A46764" w:rsidRDefault="00D418D4" w:rsidP="00FE7E77">
      <w:r>
        <w:t xml:space="preserve">Aalborg Universitet </w:t>
      </w:r>
    </w:p>
    <w:p w:rsidR="00A46764" w:rsidRDefault="00D418D4" w:rsidP="00FE7E77">
      <w:r>
        <w:t xml:space="preserve">Aarhus Universitet </w:t>
      </w:r>
    </w:p>
    <w:p w:rsidR="00A46764" w:rsidRDefault="00A46764" w:rsidP="00FE7E77"/>
    <w:p w:rsidR="00A46764" w:rsidRDefault="00D418D4" w:rsidP="00FE7E77">
      <w:r w:rsidRPr="00A46764">
        <w:rPr>
          <w:b/>
        </w:rPr>
        <w:t>Kommuner</w:t>
      </w:r>
      <w:r>
        <w:t xml:space="preserve"> </w:t>
      </w:r>
    </w:p>
    <w:p w:rsidR="00A46764" w:rsidRDefault="00D418D4" w:rsidP="00FE7E77">
      <w:r>
        <w:t xml:space="preserve">Albertslund Kommune </w:t>
      </w:r>
    </w:p>
    <w:p w:rsidR="00A46764" w:rsidRDefault="00D418D4" w:rsidP="00FE7E77">
      <w:r>
        <w:t xml:space="preserve">Allerød Kommune </w:t>
      </w:r>
    </w:p>
    <w:p w:rsidR="00A46764" w:rsidRDefault="00D418D4" w:rsidP="00FE7E77">
      <w:r>
        <w:t xml:space="preserve">Assens Kommune </w:t>
      </w:r>
    </w:p>
    <w:p w:rsidR="00A46764" w:rsidRDefault="00D418D4" w:rsidP="00FE7E77">
      <w:r>
        <w:t xml:space="preserve">Ballerup Kommune </w:t>
      </w:r>
    </w:p>
    <w:p w:rsidR="00A46764" w:rsidRDefault="00D418D4" w:rsidP="00FE7E77">
      <w:r>
        <w:t xml:space="preserve">Billund Kommune </w:t>
      </w:r>
    </w:p>
    <w:p w:rsidR="00A46764" w:rsidRDefault="00D418D4" w:rsidP="00FE7E77">
      <w:r>
        <w:t xml:space="preserve">Bornholms Regionskommune </w:t>
      </w:r>
    </w:p>
    <w:p w:rsidR="00A46764" w:rsidRDefault="00D418D4" w:rsidP="00FE7E77">
      <w:r>
        <w:t xml:space="preserve">Brøndby Kommune </w:t>
      </w:r>
    </w:p>
    <w:p w:rsidR="00A46764" w:rsidRDefault="00D418D4" w:rsidP="00FE7E77">
      <w:r>
        <w:t xml:space="preserve">Brønderslev Kommune </w:t>
      </w:r>
    </w:p>
    <w:p w:rsidR="00A46764" w:rsidRDefault="00D418D4" w:rsidP="00FE7E77">
      <w:r>
        <w:t xml:space="preserve">Dragør Kommune </w:t>
      </w:r>
    </w:p>
    <w:p w:rsidR="00A46764" w:rsidRDefault="00D418D4" w:rsidP="00FE7E77">
      <w:r>
        <w:t xml:space="preserve">Egedal Kommune </w:t>
      </w:r>
    </w:p>
    <w:p w:rsidR="00A46764" w:rsidRDefault="00D418D4" w:rsidP="00FE7E77">
      <w:r>
        <w:t xml:space="preserve">Esbjerg Kommune </w:t>
      </w:r>
    </w:p>
    <w:p w:rsidR="00A46764" w:rsidRDefault="00D418D4" w:rsidP="00FE7E77">
      <w:r>
        <w:t xml:space="preserve">Fanø Kommune </w:t>
      </w:r>
    </w:p>
    <w:p w:rsidR="00A46764" w:rsidRDefault="00D418D4" w:rsidP="00FE7E77">
      <w:r>
        <w:t xml:space="preserve">Favrskov Kommune </w:t>
      </w:r>
    </w:p>
    <w:p w:rsidR="00A46764" w:rsidRDefault="00D418D4" w:rsidP="00FE7E77">
      <w:r>
        <w:t xml:space="preserve">Faxe Kommune </w:t>
      </w:r>
    </w:p>
    <w:p w:rsidR="00A46764" w:rsidRDefault="00D418D4" w:rsidP="00FE7E77">
      <w:r>
        <w:t xml:space="preserve">Fredensborg Kommune </w:t>
      </w:r>
    </w:p>
    <w:p w:rsidR="00A46764" w:rsidRDefault="00D418D4" w:rsidP="00FE7E77">
      <w:r>
        <w:t xml:space="preserve">Fredericia Kommune </w:t>
      </w:r>
    </w:p>
    <w:p w:rsidR="00A46764" w:rsidRDefault="00D418D4" w:rsidP="00FE7E77">
      <w:r>
        <w:t xml:space="preserve">Frederiksberg Kommune </w:t>
      </w:r>
    </w:p>
    <w:p w:rsidR="00A46764" w:rsidRDefault="00D418D4" w:rsidP="00FE7E77">
      <w:r>
        <w:t xml:space="preserve">Frederikshavn Kommune </w:t>
      </w:r>
    </w:p>
    <w:p w:rsidR="00A46764" w:rsidRDefault="00D418D4" w:rsidP="00FE7E77">
      <w:r>
        <w:t xml:space="preserve">Frederikssund Kommune </w:t>
      </w:r>
    </w:p>
    <w:p w:rsidR="00A46764" w:rsidRDefault="00D418D4" w:rsidP="00FE7E77">
      <w:r>
        <w:t xml:space="preserve">Furesø Kommune </w:t>
      </w:r>
    </w:p>
    <w:p w:rsidR="00A46764" w:rsidRDefault="00D418D4" w:rsidP="00FE7E77">
      <w:r>
        <w:t xml:space="preserve">Faaborg -Midtfyn Kommune </w:t>
      </w:r>
    </w:p>
    <w:p w:rsidR="00A46764" w:rsidRDefault="00D418D4" w:rsidP="00FE7E77">
      <w:r>
        <w:t xml:space="preserve">Gentofte Kommune </w:t>
      </w:r>
    </w:p>
    <w:p w:rsidR="00A46764" w:rsidRDefault="00D418D4" w:rsidP="00FE7E77">
      <w:r>
        <w:t xml:space="preserve">Gladsaxe Kommune </w:t>
      </w:r>
    </w:p>
    <w:p w:rsidR="00A46764" w:rsidRDefault="00D418D4" w:rsidP="00FE7E77">
      <w:r>
        <w:t xml:space="preserve">Glostrup Kommune </w:t>
      </w:r>
    </w:p>
    <w:p w:rsidR="00A46764" w:rsidRDefault="00D418D4" w:rsidP="00FE7E77">
      <w:r>
        <w:t xml:space="preserve">Greve Kommune </w:t>
      </w:r>
    </w:p>
    <w:p w:rsidR="00A46764" w:rsidRDefault="00D418D4" w:rsidP="00FE7E77">
      <w:r>
        <w:t xml:space="preserve">Gribskov Kommune </w:t>
      </w:r>
    </w:p>
    <w:p w:rsidR="00A46764" w:rsidRDefault="00D418D4" w:rsidP="00FE7E77">
      <w:r>
        <w:t xml:space="preserve">Guldborgsund Kommune </w:t>
      </w:r>
    </w:p>
    <w:p w:rsidR="00A46764" w:rsidRDefault="00D418D4" w:rsidP="00FE7E77">
      <w:r>
        <w:t xml:space="preserve">Haderslev Kommune </w:t>
      </w:r>
    </w:p>
    <w:p w:rsidR="00A46764" w:rsidRDefault="00D418D4" w:rsidP="00FE7E77">
      <w:r>
        <w:t xml:space="preserve">Halsnæs Kommune </w:t>
      </w:r>
    </w:p>
    <w:p w:rsidR="00A46764" w:rsidRDefault="00D418D4" w:rsidP="00FE7E77">
      <w:r>
        <w:t xml:space="preserve">Hedensted Kommune </w:t>
      </w:r>
    </w:p>
    <w:p w:rsidR="00A46764" w:rsidRDefault="00D418D4" w:rsidP="00FE7E77">
      <w:r>
        <w:t xml:space="preserve">Helsingør Kommune </w:t>
      </w:r>
    </w:p>
    <w:p w:rsidR="00A46764" w:rsidRDefault="00D418D4" w:rsidP="00FE7E77">
      <w:r>
        <w:t xml:space="preserve">Herlev Kommune </w:t>
      </w:r>
    </w:p>
    <w:p w:rsidR="00A46764" w:rsidRDefault="00D418D4" w:rsidP="00FE7E77">
      <w:r>
        <w:t xml:space="preserve">Herning Kommune </w:t>
      </w:r>
    </w:p>
    <w:p w:rsidR="00A46764" w:rsidRDefault="00D418D4" w:rsidP="00FE7E77">
      <w:r>
        <w:t xml:space="preserve">Hillerød Kommune </w:t>
      </w:r>
    </w:p>
    <w:p w:rsidR="00A46764" w:rsidRDefault="00D418D4" w:rsidP="00FE7E77">
      <w:r>
        <w:t xml:space="preserve">Hjørring Kommune </w:t>
      </w:r>
    </w:p>
    <w:p w:rsidR="00A46764" w:rsidRDefault="00D418D4" w:rsidP="00FE7E77">
      <w:r>
        <w:t xml:space="preserve">Holbæk Kommune </w:t>
      </w:r>
    </w:p>
    <w:p w:rsidR="00A46764" w:rsidRDefault="00D418D4" w:rsidP="00FE7E77">
      <w:r>
        <w:t xml:space="preserve">Holstebro Kommune </w:t>
      </w:r>
    </w:p>
    <w:p w:rsidR="00A46764" w:rsidRDefault="00D418D4" w:rsidP="00FE7E77">
      <w:r>
        <w:t xml:space="preserve">Horsens Kommune </w:t>
      </w:r>
    </w:p>
    <w:p w:rsidR="00A46764" w:rsidRDefault="00D418D4" w:rsidP="00FE7E77">
      <w:r>
        <w:t xml:space="preserve">Hvidovre Kommune </w:t>
      </w:r>
    </w:p>
    <w:p w:rsidR="00A46764" w:rsidRDefault="00D418D4" w:rsidP="00FE7E77">
      <w:r>
        <w:lastRenderedPageBreak/>
        <w:t xml:space="preserve">Høje -Taastrup Kommune </w:t>
      </w:r>
    </w:p>
    <w:p w:rsidR="00A46764" w:rsidRDefault="00D418D4" w:rsidP="00FE7E77">
      <w:r>
        <w:t xml:space="preserve">Hørsholm Kommune </w:t>
      </w:r>
    </w:p>
    <w:p w:rsidR="00A46764" w:rsidRDefault="00D418D4" w:rsidP="00FE7E77">
      <w:r>
        <w:t xml:space="preserve">Ikast -Brande Kommune </w:t>
      </w:r>
    </w:p>
    <w:p w:rsidR="00A46764" w:rsidRDefault="00D418D4" w:rsidP="00FE7E77">
      <w:r>
        <w:t xml:space="preserve">Ishøj Kommune </w:t>
      </w:r>
    </w:p>
    <w:p w:rsidR="00A46764" w:rsidRDefault="00D418D4" w:rsidP="00FE7E77">
      <w:r>
        <w:t xml:space="preserve">Jammerbugt Kommune </w:t>
      </w:r>
    </w:p>
    <w:p w:rsidR="00A46764" w:rsidRDefault="00D418D4" w:rsidP="00FE7E77">
      <w:r>
        <w:t xml:space="preserve">Kalundborg Kommune </w:t>
      </w:r>
    </w:p>
    <w:p w:rsidR="00A46764" w:rsidRDefault="00D418D4" w:rsidP="00FE7E77">
      <w:r>
        <w:t xml:space="preserve">Kerteminde Kommune </w:t>
      </w:r>
    </w:p>
    <w:p w:rsidR="00A46764" w:rsidRDefault="00D418D4" w:rsidP="00FE7E77">
      <w:r>
        <w:t xml:space="preserve">Kolding Kommune </w:t>
      </w:r>
    </w:p>
    <w:p w:rsidR="00A46764" w:rsidRDefault="00D418D4" w:rsidP="00FE7E77">
      <w:r>
        <w:t xml:space="preserve">Københavns Kommune </w:t>
      </w:r>
    </w:p>
    <w:p w:rsidR="00A46764" w:rsidRDefault="00D418D4" w:rsidP="00FE7E77">
      <w:r>
        <w:t xml:space="preserve">Køge Kommune </w:t>
      </w:r>
    </w:p>
    <w:p w:rsidR="00A46764" w:rsidRDefault="00D418D4" w:rsidP="00FE7E77">
      <w:r>
        <w:t xml:space="preserve">Langeland Kommune </w:t>
      </w:r>
    </w:p>
    <w:p w:rsidR="00A46764" w:rsidRDefault="00D418D4" w:rsidP="00FE7E77">
      <w:r>
        <w:t xml:space="preserve">Lejre Kommune </w:t>
      </w:r>
    </w:p>
    <w:p w:rsidR="00A46764" w:rsidRDefault="00D418D4" w:rsidP="00FE7E77">
      <w:r>
        <w:t xml:space="preserve">Lemvig Kommune </w:t>
      </w:r>
    </w:p>
    <w:p w:rsidR="00A46764" w:rsidRDefault="00D418D4" w:rsidP="00FE7E77">
      <w:r>
        <w:t xml:space="preserve">Lolland Kommune </w:t>
      </w:r>
    </w:p>
    <w:p w:rsidR="00A46764" w:rsidRDefault="00D418D4" w:rsidP="00FE7E77">
      <w:r>
        <w:t xml:space="preserve">Lyngby -Taarbæk Kommune </w:t>
      </w:r>
    </w:p>
    <w:p w:rsidR="00A46764" w:rsidRDefault="00D418D4" w:rsidP="00FE7E77">
      <w:r>
        <w:t xml:space="preserve">Læsø Kommune </w:t>
      </w:r>
    </w:p>
    <w:p w:rsidR="00A46764" w:rsidRDefault="00D418D4" w:rsidP="00FE7E77">
      <w:r>
        <w:t xml:space="preserve">Mariagerfjord Kommune </w:t>
      </w:r>
    </w:p>
    <w:p w:rsidR="00A46764" w:rsidRDefault="00D418D4" w:rsidP="00FE7E77">
      <w:r>
        <w:t xml:space="preserve">Middelfart Kommune </w:t>
      </w:r>
    </w:p>
    <w:p w:rsidR="00A46764" w:rsidRDefault="00D418D4" w:rsidP="00FE7E77">
      <w:r>
        <w:t xml:space="preserve">Morsø Kommune </w:t>
      </w:r>
    </w:p>
    <w:p w:rsidR="00A46764" w:rsidRDefault="00D418D4" w:rsidP="00FE7E77">
      <w:r>
        <w:t xml:space="preserve">Norddjurs Kommune </w:t>
      </w:r>
    </w:p>
    <w:p w:rsidR="00A46764" w:rsidRDefault="00D418D4" w:rsidP="00FE7E77">
      <w:r>
        <w:t xml:space="preserve">Nyborg Kommune </w:t>
      </w:r>
    </w:p>
    <w:p w:rsidR="00A46764" w:rsidRDefault="00D418D4" w:rsidP="00FE7E77">
      <w:r>
        <w:t xml:space="preserve">Næstved Kommune </w:t>
      </w:r>
    </w:p>
    <w:p w:rsidR="00A46764" w:rsidRDefault="00D418D4" w:rsidP="00FE7E77">
      <w:r>
        <w:t xml:space="preserve">Odder Kommune </w:t>
      </w:r>
    </w:p>
    <w:p w:rsidR="00A46764" w:rsidRDefault="00D418D4" w:rsidP="00FE7E77">
      <w:r>
        <w:t xml:space="preserve">Odense Kommune </w:t>
      </w:r>
    </w:p>
    <w:p w:rsidR="00A46764" w:rsidRDefault="00D418D4" w:rsidP="00FE7E77">
      <w:r>
        <w:t xml:space="preserve">Odsherred Kommune </w:t>
      </w:r>
    </w:p>
    <w:p w:rsidR="00A46764" w:rsidRDefault="00D418D4" w:rsidP="00FE7E77">
      <w:r>
        <w:t xml:space="preserve">Randers Kommune </w:t>
      </w:r>
    </w:p>
    <w:p w:rsidR="00A46764" w:rsidRDefault="00D418D4" w:rsidP="00FE7E77">
      <w:r>
        <w:t xml:space="preserve">Rebild Kommune </w:t>
      </w:r>
    </w:p>
    <w:p w:rsidR="00A46764" w:rsidRDefault="00D418D4" w:rsidP="00FE7E77">
      <w:r>
        <w:t xml:space="preserve">Ringkøbing-Skjern Kommune </w:t>
      </w:r>
    </w:p>
    <w:p w:rsidR="00A46764" w:rsidRDefault="00D418D4" w:rsidP="00FE7E77">
      <w:r>
        <w:t xml:space="preserve">Ringsted Kommune </w:t>
      </w:r>
    </w:p>
    <w:p w:rsidR="00A46764" w:rsidRDefault="00D418D4" w:rsidP="00FE7E77">
      <w:r>
        <w:t xml:space="preserve">Roskilde Kommune </w:t>
      </w:r>
    </w:p>
    <w:p w:rsidR="00A46764" w:rsidRDefault="00D418D4" w:rsidP="00FE7E77">
      <w:r>
        <w:t xml:space="preserve">Rudersdal Kommune </w:t>
      </w:r>
    </w:p>
    <w:p w:rsidR="00A46764" w:rsidRDefault="00D418D4" w:rsidP="00FE7E77">
      <w:r>
        <w:t xml:space="preserve">Rødovre Kommune </w:t>
      </w:r>
    </w:p>
    <w:p w:rsidR="00A46764" w:rsidRDefault="00D418D4" w:rsidP="00FE7E77">
      <w:r>
        <w:t xml:space="preserve">Samsø Kommune </w:t>
      </w:r>
    </w:p>
    <w:p w:rsidR="00A46764" w:rsidRDefault="00D418D4" w:rsidP="00FE7E77">
      <w:r>
        <w:t xml:space="preserve">Silkeborg Kommune </w:t>
      </w:r>
    </w:p>
    <w:p w:rsidR="00A46764" w:rsidRDefault="00D418D4" w:rsidP="00FE7E77">
      <w:r>
        <w:t xml:space="preserve">Skanderborg Kommune </w:t>
      </w:r>
    </w:p>
    <w:p w:rsidR="00A46764" w:rsidRDefault="00D418D4" w:rsidP="00FE7E77">
      <w:r>
        <w:t xml:space="preserve">Skive Kommune </w:t>
      </w:r>
    </w:p>
    <w:p w:rsidR="00A46764" w:rsidRDefault="00D418D4" w:rsidP="00FE7E77">
      <w:r>
        <w:t xml:space="preserve">Slagelse Kommune </w:t>
      </w:r>
    </w:p>
    <w:p w:rsidR="00A46764" w:rsidRDefault="00D418D4" w:rsidP="00FE7E77">
      <w:r>
        <w:t xml:space="preserve">Solrød Kommune </w:t>
      </w:r>
    </w:p>
    <w:p w:rsidR="00A46764" w:rsidRDefault="00D418D4" w:rsidP="00FE7E77">
      <w:r>
        <w:t xml:space="preserve">Sorø Kommune </w:t>
      </w:r>
    </w:p>
    <w:p w:rsidR="00A46764" w:rsidRDefault="00D418D4" w:rsidP="00FE7E77">
      <w:r>
        <w:t xml:space="preserve">Stevns Kommune </w:t>
      </w:r>
    </w:p>
    <w:p w:rsidR="00A46764" w:rsidRDefault="00D418D4" w:rsidP="00FE7E77">
      <w:r>
        <w:t xml:space="preserve">Struer Kommune </w:t>
      </w:r>
    </w:p>
    <w:p w:rsidR="00A46764" w:rsidRDefault="00D418D4" w:rsidP="00FE7E77">
      <w:r>
        <w:t xml:space="preserve">Svendborg Kommune </w:t>
      </w:r>
    </w:p>
    <w:p w:rsidR="00A46764" w:rsidRDefault="00D418D4" w:rsidP="00FE7E77">
      <w:r>
        <w:t xml:space="preserve">Syddjurs Kommune </w:t>
      </w:r>
    </w:p>
    <w:p w:rsidR="00A46764" w:rsidRDefault="00D418D4" w:rsidP="00FE7E77">
      <w:r>
        <w:t xml:space="preserve">Sønderborg Kommune </w:t>
      </w:r>
    </w:p>
    <w:p w:rsidR="00A46764" w:rsidRDefault="00D418D4" w:rsidP="00FE7E77">
      <w:r>
        <w:t xml:space="preserve">Thisted Kommune </w:t>
      </w:r>
    </w:p>
    <w:p w:rsidR="00A46764" w:rsidRDefault="00D418D4" w:rsidP="00FE7E77">
      <w:r>
        <w:t xml:space="preserve">Tønder Kommune </w:t>
      </w:r>
    </w:p>
    <w:p w:rsidR="00A46764" w:rsidRDefault="00D418D4" w:rsidP="00FE7E77">
      <w:r>
        <w:t xml:space="preserve">Tårnby Kommune </w:t>
      </w:r>
    </w:p>
    <w:p w:rsidR="00A46764" w:rsidRDefault="00D418D4" w:rsidP="00FE7E77">
      <w:r>
        <w:t xml:space="preserve">Vallensbæk Kommune </w:t>
      </w:r>
    </w:p>
    <w:p w:rsidR="00A46764" w:rsidRDefault="00D418D4" w:rsidP="00FE7E77">
      <w:r>
        <w:t xml:space="preserve">Varde Kommune </w:t>
      </w:r>
    </w:p>
    <w:p w:rsidR="00A46764" w:rsidRDefault="00D418D4" w:rsidP="00FE7E77">
      <w:r>
        <w:t xml:space="preserve">Vejen Kommune </w:t>
      </w:r>
    </w:p>
    <w:p w:rsidR="00A46764" w:rsidRDefault="00D418D4" w:rsidP="00FE7E77">
      <w:r>
        <w:lastRenderedPageBreak/>
        <w:t xml:space="preserve">Vejle Kommune </w:t>
      </w:r>
    </w:p>
    <w:p w:rsidR="00A46764" w:rsidRDefault="00D418D4" w:rsidP="00FE7E77">
      <w:r>
        <w:t xml:space="preserve">Vesthimmerlands Kommune </w:t>
      </w:r>
    </w:p>
    <w:p w:rsidR="00A46764" w:rsidRDefault="00D418D4" w:rsidP="00FE7E77">
      <w:r>
        <w:t xml:space="preserve">Viborg Kommune </w:t>
      </w:r>
    </w:p>
    <w:p w:rsidR="00A46764" w:rsidRDefault="00D418D4" w:rsidP="00FE7E77">
      <w:r>
        <w:t xml:space="preserve">Vordingborg Kommune </w:t>
      </w:r>
    </w:p>
    <w:p w:rsidR="00A46764" w:rsidRDefault="00D418D4" w:rsidP="00FE7E77">
      <w:r>
        <w:t xml:space="preserve">Ærø Kommune </w:t>
      </w:r>
    </w:p>
    <w:p w:rsidR="00A46764" w:rsidRDefault="00D418D4" w:rsidP="00FE7E77">
      <w:r>
        <w:t xml:space="preserve">Aabenraa Kommune </w:t>
      </w:r>
    </w:p>
    <w:p w:rsidR="00A46764" w:rsidRDefault="00D418D4" w:rsidP="00FE7E77">
      <w:r>
        <w:t xml:space="preserve">Aalborg Kommune </w:t>
      </w:r>
    </w:p>
    <w:p w:rsidR="00A46764" w:rsidRDefault="00D418D4" w:rsidP="00FE7E77">
      <w:r>
        <w:t xml:space="preserve">Aarhus Kommune </w:t>
      </w:r>
    </w:p>
    <w:p w:rsidR="00A46764" w:rsidRDefault="00A46764" w:rsidP="00FE7E77"/>
    <w:p w:rsidR="00A46764" w:rsidRDefault="00D418D4" w:rsidP="00FE7E77">
      <w:r w:rsidRPr="00A46764">
        <w:rPr>
          <w:b/>
        </w:rPr>
        <w:t>Myndigheder</w:t>
      </w:r>
      <w:r>
        <w:t xml:space="preserve"> </w:t>
      </w:r>
    </w:p>
    <w:p w:rsidR="00A46764" w:rsidRDefault="00D418D4" w:rsidP="00FE7E77">
      <w:r>
        <w:t xml:space="preserve">Erhvervsministeriet </w:t>
      </w:r>
    </w:p>
    <w:p w:rsidR="00E03B67" w:rsidRDefault="00D418D4" w:rsidP="001777E5">
      <w:r>
        <w:t xml:space="preserve">Erhvervsstyrelsen </w:t>
      </w:r>
    </w:p>
    <w:p w:rsidR="001777E5" w:rsidRPr="00D418D4" w:rsidRDefault="001777E5" w:rsidP="001777E5">
      <w:r>
        <w:t>Team Effektiv Regulering</w:t>
      </w:r>
    </w:p>
    <w:p w:rsidR="00A46764" w:rsidRDefault="00D418D4" w:rsidP="00FE7E77">
      <w:r>
        <w:t xml:space="preserve">Finansministeriet </w:t>
      </w:r>
    </w:p>
    <w:p w:rsidR="00E03B67" w:rsidRDefault="00E03B67" w:rsidP="00FE7E77">
      <w:r>
        <w:t>Miljø- og Ligestillingsministeriet</w:t>
      </w:r>
    </w:p>
    <w:p w:rsidR="00A46764" w:rsidRDefault="00D418D4" w:rsidP="00FE7E77">
      <w:r>
        <w:t xml:space="preserve">Fødevareministeriet </w:t>
      </w:r>
    </w:p>
    <w:p w:rsidR="00A46764" w:rsidRDefault="00D418D4" w:rsidP="00FE7E77">
      <w:r>
        <w:t xml:space="preserve">Geodatastyrelsen </w:t>
      </w:r>
    </w:p>
    <w:p w:rsidR="00A46764" w:rsidRDefault="00D418D4" w:rsidP="00FE7E77">
      <w:r>
        <w:t xml:space="preserve">Justitsministeriet </w:t>
      </w:r>
    </w:p>
    <w:p w:rsidR="00A46764" w:rsidRDefault="00D418D4" w:rsidP="00FE7E77">
      <w:r>
        <w:t>Klima</w:t>
      </w:r>
      <w:r w:rsidR="00CB148A">
        <w:t>-,</w:t>
      </w:r>
      <w:r>
        <w:t xml:space="preserve"> Energi- og Forsyningsministeriet </w:t>
      </w:r>
    </w:p>
    <w:p w:rsidR="00A46764" w:rsidRDefault="00D418D4" w:rsidP="00FE7E77">
      <w:r>
        <w:t xml:space="preserve">Konkurrence &amp; Forbrugerstyrelsen </w:t>
      </w:r>
    </w:p>
    <w:p w:rsidR="009A10DD" w:rsidRDefault="009A10DD" w:rsidP="00FE7E77">
      <w:r>
        <w:t>By-, Land- og Kirkeministeriet</w:t>
      </w:r>
    </w:p>
    <w:p w:rsidR="009A10DD" w:rsidRDefault="009A10DD" w:rsidP="00FE7E77">
      <w:r>
        <w:t>Planstyrelsen</w:t>
      </w:r>
    </w:p>
    <w:p w:rsidR="00A46764" w:rsidRDefault="00CB148A" w:rsidP="00FE7E77">
      <w:r>
        <w:t>S</w:t>
      </w:r>
      <w:r w:rsidR="00D418D4">
        <w:t>tyrelsen</w:t>
      </w:r>
      <w:r>
        <w:t xml:space="preserve"> for Grøn Arealomlægning og Vandmiljø</w:t>
      </w:r>
      <w:r w:rsidR="00D418D4">
        <w:t xml:space="preserve"> </w:t>
      </w:r>
    </w:p>
    <w:p w:rsidR="00A24377" w:rsidRPr="00D418D4" w:rsidRDefault="00D418D4" w:rsidP="001777E5">
      <w:r>
        <w:t xml:space="preserve">Naturstyrelsen </w:t>
      </w:r>
    </w:p>
    <w:sectPr w:rsidR="00A24377" w:rsidRPr="00D418D4" w:rsidSect="00A243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041" w:right="1418" w:bottom="1701" w:left="1418" w:header="459" w:footer="7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899" w:rsidRDefault="00254899">
      <w:r>
        <w:separator/>
      </w:r>
    </w:p>
  </w:endnote>
  <w:endnote w:type="continuationSeparator" w:id="0">
    <w:p w:rsidR="00254899" w:rsidRDefault="00254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D570C5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377" w:rsidRDefault="00A24377" w:rsidP="00DD3B48">
    <w:pPr>
      <w:pStyle w:val="Sidefod"/>
      <w:ind w:right="0"/>
      <w:jc w:val="right"/>
    </w:pP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DD3B48">
      <w:rPr>
        <w:rStyle w:val="Sidetal"/>
        <w:noProof/>
      </w:rPr>
      <w:t>2</w:t>
    </w:r>
    <w:r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3EA" w:rsidRPr="00D418D4" w:rsidRDefault="00D418D4" w:rsidP="00AB33EA">
    <w:pPr>
      <w:pStyle w:val="Template-Address"/>
    </w:pPr>
    <w:bookmarkStart w:id="4" w:name="OFF_Institution"/>
    <w:bookmarkStart w:id="5" w:name="OFF_InstitutionHIF"/>
    <w:bookmarkStart w:id="6" w:name="XIF_MMFirstAddressLine"/>
    <w:r w:rsidRPr="00D418D4">
      <w:t>Miljøministeriet</w:t>
    </w:r>
    <w:bookmarkEnd w:id="4"/>
    <w:r w:rsidR="00AB33EA" w:rsidRPr="00D418D4">
      <w:t xml:space="preserve"> </w:t>
    </w:r>
    <w:bookmarkEnd w:id="5"/>
    <w:r w:rsidR="00AB33EA" w:rsidRPr="00D418D4">
      <w:t xml:space="preserve">• </w:t>
    </w:r>
    <w:bookmarkStart w:id="7" w:name="OFF_AddressA"/>
    <w:bookmarkStart w:id="8" w:name="OFF_AddressAHIF"/>
    <w:r w:rsidRPr="00D418D4">
      <w:t>Frederiksholms Kanal 26</w:t>
    </w:r>
    <w:bookmarkEnd w:id="7"/>
    <w:r w:rsidR="00AB33EA" w:rsidRPr="00D418D4">
      <w:t xml:space="preserve"> </w:t>
    </w:r>
    <w:bookmarkEnd w:id="8"/>
    <w:r w:rsidR="00AB33EA" w:rsidRPr="00D418D4">
      <w:rPr>
        <w:vanish/>
      </w:rPr>
      <w:t xml:space="preserve">• </w:t>
    </w:r>
    <w:bookmarkStart w:id="9" w:name="OFF_AddressB"/>
    <w:bookmarkStart w:id="10" w:name="OFF_AddressBHIF"/>
    <w:bookmarkEnd w:id="9"/>
    <w:r w:rsidR="00AB33EA" w:rsidRPr="00D418D4">
      <w:rPr>
        <w:vanish/>
      </w:rPr>
      <w:t xml:space="preserve"> </w:t>
    </w:r>
    <w:bookmarkEnd w:id="10"/>
    <w:r w:rsidR="00AB33EA" w:rsidRPr="00D418D4">
      <w:rPr>
        <w:vanish/>
      </w:rPr>
      <w:t xml:space="preserve">• </w:t>
    </w:r>
    <w:bookmarkStart w:id="11" w:name="OFF_AddressC"/>
    <w:bookmarkStart w:id="12" w:name="OFF_AddressCHIF"/>
    <w:bookmarkEnd w:id="11"/>
    <w:r w:rsidR="00AB33EA" w:rsidRPr="00D418D4">
      <w:rPr>
        <w:vanish/>
      </w:rPr>
      <w:t xml:space="preserve"> </w:t>
    </w:r>
    <w:bookmarkEnd w:id="12"/>
    <w:r w:rsidR="00AB33EA" w:rsidRPr="00D418D4">
      <w:t xml:space="preserve">• </w:t>
    </w:r>
    <w:bookmarkStart w:id="13" w:name="OFF_AddressD"/>
    <w:bookmarkStart w:id="14" w:name="OFF_AddressDHIF"/>
    <w:r w:rsidRPr="00D418D4">
      <w:t>1220</w:t>
    </w:r>
    <w:bookmarkEnd w:id="13"/>
    <w:r w:rsidR="00AB33EA" w:rsidRPr="00D418D4">
      <w:t xml:space="preserve"> </w:t>
    </w:r>
    <w:bookmarkStart w:id="15" w:name="OFF_City"/>
    <w:r>
      <w:t>København K</w:t>
    </w:r>
    <w:bookmarkEnd w:id="15"/>
    <w:r w:rsidR="00AB33EA" w:rsidRPr="00D418D4">
      <w:t xml:space="preserve"> </w:t>
    </w:r>
    <w:bookmarkEnd w:id="14"/>
  </w:p>
  <w:p w:rsidR="00AB33EA" w:rsidRPr="00D418D4" w:rsidRDefault="00D418D4" w:rsidP="00AB33EA">
    <w:pPr>
      <w:pStyle w:val="Template-Address"/>
    </w:pPr>
    <w:bookmarkStart w:id="16" w:name="LAN_Phone"/>
    <w:bookmarkStart w:id="17" w:name="OFF_PhoneHIF"/>
    <w:bookmarkStart w:id="18" w:name="XIF_MMSecondAddressLine"/>
    <w:bookmarkEnd w:id="6"/>
    <w:r w:rsidRPr="00D418D4">
      <w:t>Tlf.</w:t>
    </w:r>
    <w:bookmarkEnd w:id="16"/>
    <w:r w:rsidR="00AB33EA" w:rsidRPr="00D418D4">
      <w:t xml:space="preserve"> </w:t>
    </w:r>
    <w:bookmarkStart w:id="19" w:name="OFF_Phone"/>
    <w:r w:rsidRPr="00D418D4">
      <w:t>38 14 21 42</w:t>
    </w:r>
    <w:bookmarkEnd w:id="19"/>
    <w:r w:rsidR="00AB33EA" w:rsidRPr="00D418D4">
      <w:t xml:space="preserve"> </w:t>
    </w:r>
    <w:bookmarkEnd w:id="17"/>
    <w:r w:rsidR="00AB33EA" w:rsidRPr="00D418D4">
      <w:rPr>
        <w:vanish/>
      </w:rPr>
      <w:t xml:space="preserve">• </w:t>
    </w:r>
    <w:bookmarkStart w:id="20" w:name="LAN_Fax"/>
    <w:bookmarkStart w:id="21" w:name="OFF_FaxHIF"/>
    <w:r w:rsidRPr="00D418D4">
      <w:rPr>
        <w:vanish/>
      </w:rPr>
      <w:t>Fax</w:t>
    </w:r>
    <w:bookmarkEnd w:id="20"/>
    <w:r w:rsidR="00AB33EA" w:rsidRPr="00D418D4">
      <w:rPr>
        <w:vanish/>
      </w:rPr>
      <w:t xml:space="preserve"> </w:t>
    </w:r>
    <w:bookmarkStart w:id="22" w:name="OFF_Fax"/>
    <w:bookmarkEnd w:id="22"/>
    <w:r w:rsidR="00AB33EA" w:rsidRPr="00D418D4">
      <w:rPr>
        <w:vanish/>
      </w:rPr>
      <w:t xml:space="preserve"> </w:t>
    </w:r>
    <w:bookmarkEnd w:id="21"/>
    <w:r w:rsidR="00AB33EA" w:rsidRPr="00D418D4">
      <w:t xml:space="preserve">• </w:t>
    </w:r>
    <w:bookmarkStart w:id="23" w:name="OFF_CVRHIF"/>
    <w:r w:rsidR="00AB33EA" w:rsidRPr="00D418D4">
      <w:t xml:space="preserve">CVR </w:t>
    </w:r>
    <w:bookmarkStart w:id="24" w:name="OFF_CVR"/>
    <w:r w:rsidRPr="00D418D4">
      <w:t>12854358</w:t>
    </w:r>
    <w:bookmarkEnd w:id="24"/>
    <w:r w:rsidR="00AB33EA" w:rsidRPr="00D418D4">
      <w:t xml:space="preserve"> </w:t>
    </w:r>
    <w:bookmarkEnd w:id="23"/>
    <w:r w:rsidR="00AB33EA" w:rsidRPr="00D418D4">
      <w:t xml:space="preserve">• </w:t>
    </w:r>
    <w:bookmarkStart w:id="25" w:name="OFF_EANHIF"/>
    <w:r w:rsidR="00AB33EA" w:rsidRPr="00D418D4">
      <w:t xml:space="preserve">EAN </w:t>
    </w:r>
    <w:bookmarkStart w:id="26" w:name="OFF_EAN"/>
    <w:r w:rsidRPr="00D418D4">
      <w:t>5798000862005</w:t>
    </w:r>
    <w:bookmarkEnd w:id="26"/>
    <w:r w:rsidR="00AB33EA" w:rsidRPr="00D418D4">
      <w:t xml:space="preserve"> </w:t>
    </w:r>
    <w:bookmarkEnd w:id="25"/>
    <w:r w:rsidR="00AB33EA" w:rsidRPr="00D418D4">
      <w:t xml:space="preserve">• </w:t>
    </w:r>
    <w:bookmarkStart w:id="27" w:name="OFF_Email"/>
    <w:bookmarkStart w:id="28" w:name="OFF_EmailHIF"/>
    <w:r w:rsidRPr="00D418D4">
      <w:t>mim@mim.dk</w:t>
    </w:r>
    <w:bookmarkEnd w:id="27"/>
    <w:r w:rsidR="00AB33EA" w:rsidRPr="00D418D4">
      <w:t xml:space="preserve"> </w:t>
    </w:r>
    <w:bookmarkEnd w:id="28"/>
    <w:r w:rsidR="00AB33EA" w:rsidRPr="00D418D4">
      <w:t xml:space="preserve">• </w:t>
    </w:r>
    <w:bookmarkStart w:id="29" w:name="OFF_Web"/>
    <w:bookmarkStart w:id="30" w:name="OFF_WebHIF"/>
    <w:r w:rsidRPr="00D418D4">
      <w:t>www.mim.dk</w:t>
    </w:r>
    <w:bookmarkEnd w:id="29"/>
    <w:r w:rsidR="00AB33EA" w:rsidRPr="00D418D4">
      <w:t xml:space="preserve"> </w:t>
    </w:r>
    <w:bookmarkEnd w:id="18"/>
    <w:bookmarkEnd w:id="30"/>
  </w:p>
  <w:p w:rsidR="0048667B" w:rsidRPr="00D418D4" w:rsidRDefault="0048667B" w:rsidP="00AB33EA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899" w:rsidRDefault="00254899">
      <w:r>
        <w:separator/>
      </w:r>
    </w:p>
  </w:footnote>
  <w:footnote w:type="continuationSeparator" w:id="0">
    <w:p w:rsidR="00254899" w:rsidRDefault="00254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BF7" w:rsidRDefault="007E3BF7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17B" w:rsidRDefault="000E717B">
    <w:pPr>
      <w:pStyle w:val="Sidehoved"/>
    </w:pPr>
  </w:p>
  <w:p w:rsidR="005A0290" w:rsidRDefault="005A0290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3EA" w:rsidRPr="00CB64E9" w:rsidRDefault="00C02E31" w:rsidP="00CB148A">
    <w:pPr>
      <w:ind w:left="6520" w:firstLine="5"/>
    </w:pPr>
    <w:r>
      <w:rPr>
        <w:b/>
        <w:noProof/>
      </w:rPr>
      <w:drawing>
        <wp:anchor distT="0" distB="0" distL="114300" distR="114300" simplePos="0" relativeHeight="251660288" behindDoc="1" locked="0" layoutInCell="1" allowOverlap="1" wp14:anchorId="088A5BAE" wp14:editId="3EEBDED4">
          <wp:simplePos x="0" y="0"/>
          <wp:positionH relativeFrom="column">
            <wp:posOffset>4552950</wp:posOffset>
          </wp:positionH>
          <wp:positionV relativeFrom="paragraph">
            <wp:posOffset>27940</wp:posOffset>
          </wp:positionV>
          <wp:extent cx="1586230" cy="508000"/>
          <wp:effectExtent l="0" t="0" r="0" b="6350"/>
          <wp:wrapTight wrapText="bothSides">
            <wp:wrapPolygon edited="0">
              <wp:start x="0" y="0"/>
              <wp:lineTo x="0" y="21060"/>
              <wp:lineTo x="21271" y="21060"/>
              <wp:lineTo x="21271" y="0"/>
              <wp:lineTo x="0" y="0"/>
            </wp:wrapPolygon>
          </wp:wrapTight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GTP logo to linjer grø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6230" cy="5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33EA" w:rsidRPr="00CB64E9"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2A330E07" wp14:editId="03ADE78E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AB33EA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AB33EA" w:rsidRDefault="00D418D4" w:rsidP="00F351D6">
                                <w:pPr>
                                  <w:pStyle w:val="Kolofontekst"/>
                                </w:pPr>
                                <w:bookmarkStart w:id="0" w:name="FLD_DocumentDate"/>
                                <w:r>
                                  <w:t xml:space="preserve">Den </w:t>
                                </w:r>
                                <w:r w:rsidR="007E3BF7">
                                  <w:t>1</w:t>
                                </w:r>
                                <w:bookmarkStart w:id="1" w:name="_GoBack"/>
                                <w:bookmarkEnd w:id="1"/>
                                <w:r w:rsidR="007E3BF7">
                                  <w:t>8</w:t>
                                </w:r>
                                <w:r>
                                  <w:t xml:space="preserve">. </w:t>
                                </w:r>
                                <w:r w:rsidR="00434B9C">
                                  <w:t>august</w:t>
                                </w:r>
                                <w:r>
                                  <w:t xml:space="preserve"> 202</w:t>
                                </w:r>
                                <w:bookmarkEnd w:id="0"/>
                                <w:r w:rsidR="00A564EF">
                                  <w:t>5</w:t>
                                </w:r>
                              </w:p>
                            </w:tc>
                          </w:tr>
                        </w:tbl>
                        <w:p w:rsidR="00AB33EA" w:rsidRDefault="00AB33EA" w:rsidP="00AB33EA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30E07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left:0;text-align:left;margin-left:107.55pt;margin-top:99.45pt;width:158.75pt;height:185.95pt;z-index:25165824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AB33EA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AB33EA" w:rsidRDefault="00D418D4" w:rsidP="00F351D6">
                          <w:pPr>
                            <w:pStyle w:val="Kolofontekst"/>
                          </w:pPr>
                          <w:bookmarkStart w:id="2" w:name="FLD_DocumentDate"/>
                          <w:r>
                            <w:t xml:space="preserve">Den </w:t>
                          </w:r>
                          <w:r w:rsidR="007E3BF7">
                            <w:t>1</w:t>
                          </w:r>
                          <w:bookmarkStart w:id="3" w:name="_GoBack"/>
                          <w:bookmarkEnd w:id="3"/>
                          <w:r w:rsidR="007E3BF7">
                            <w:t>8</w:t>
                          </w:r>
                          <w:r>
                            <w:t xml:space="preserve">. </w:t>
                          </w:r>
                          <w:r w:rsidR="00434B9C">
                            <w:t>august</w:t>
                          </w:r>
                          <w:r>
                            <w:t xml:space="preserve"> 202</w:t>
                          </w:r>
                          <w:bookmarkEnd w:id="2"/>
                          <w:r w:rsidR="00A564EF">
                            <w:t>5</w:t>
                          </w:r>
                        </w:p>
                      </w:tc>
                    </w:tr>
                  </w:tbl>
                  <w:p w:rsidR="00AB33EA" w:rsidRDefault="00AB33EA" w:rsidP="00AB33EA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A51DBA" w:rsidRDefault="00A51DBA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8D4"/>
    <w:rsid w:val="00002EA0"/>
    <w:rsid w:val="00003636"/>
    <w:rsid w:val="00005FAA"/>
    <w:rsid w:val="0001457C"/>
    <w:rsid w:val="0001528D"/>
    <w:rsid w:val="0001529F"/>
    <w:rsid w:val="000166A0"/>
    <w:rsid w:val="000275AC"/>
    <w:rsid w:val="00030051"/>
    <w:rsid w:val="00037E7E"/>
    <w:rsid w:val="00052359"/>
    <w:rsid w:val="00060BC5"/>
    <w:rsid w:val="000647F2"/>
    <w:rsid w:val="00070BA1"/>
    <w:rsid w:val="00073466"/>
    <w:rsid w:val="00074F1A"/>
    <w:rsid w:val="000758FD"/>
    <w:rsid w:val="00082404"/>
    <w:rsid w:val="000825EC"/>
    <w:rsid w:val="00096AA1"/>
    <w:rsid w:val="000A0F5A"/>
    <w:rsid w:val="000A1C92"/>
    <w:rsid w:val="000A26F5"/>
    <w:rsid w:val="000A7219"/>
    <w:rsid w:val="000B26E7"/>
    <w:rsid w:val="000B2E5E"/>
    <w:rsid w:val="000B5461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3992"/>
    <w:rsid w:val="000E717B"/>
    <w:rsid w:val="000F0B81"/>
    <w:rsid w:val="001062D0"/>
    <w:rsid w:val="00114DE6"/>
    <w:rsid w:val="001210A9"/>
    <w:rsid w:val="001354CC"/>
    <w:rsid w:val="0014150F"/>
    <w:rsid w:val="00144670"/>
    <w:rsid w:val="0014616C"/>
    <w:rsid w:val="00147799"/>
    <w:rsid w:val="00150899"/>
    <w:rsid w:val="00152CB8"/>
    <w:rsid w:val="00156908"/>
    <w:rsid w:val="00160721"/>
    <w:rsid w:val="00160F24"/>
    <w:rsid w:val="001743E7"/>
    <w:rsid w:val="001777E5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7630"/>
    <w:rsid w:val="001D1196"/>
    <w:rsid w:val="001D19D8"/>
    <w:rsid w:val="001E38EF"/>
    <w:rsid w:val="001E7F16"/>
    <w:rsid w:val="001F3A47"/>
    <w:rsid w:val="001F48BF"/>
    <w:rsid w:val="001F763E"/>
    <w:rsid w:val="00200B86"/>
    <w:rsid w:val="0020134B"/>
    <w:rsid w:val="0020402C"/>
    <w:rsid w:val="002044E3"/>
    <w:rsid w:val="00204BF4"/>
    <w:rsid w:val="00211AC9"/>
    <w:rsid w:val="00212497"/>
    <w:rsid w:val="0022105C"/>
    <w:rsid w:val="002239C6"/>
    <w:rsid w:val="00225534"/>
    <w:rsid w:val="00235C1F"/>
    <w:rsid w:val="002366E2"/>
    <w:rsid w:val="00245891"/>
    <w:rsid w:val="00254899"/>
    <w:rsid w:val="002607B4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268E"/>
    <w:rsid w:val="002D7F0F"/>
    <w:rsid w:val="003001A2"/>
    <w:rsid w:val="00300E1A"/>
    <w:rsid w:val="003014E1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58D9"/>
    <w:rsid w:val="00362EAC"/>
    <w:rsid w:val="00365BC4"/>
    <w:rsid w:val="003819FF"/>
    <w:rsid w:val="00385C06"/>
    <w:rsid w:val="00386D0C"/>
    <w:rsid w:val="003A3350"/>
    <w:rsid w:val="003A3369"/>
    <w:rsid w:val="003A44A9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3F22F1"/>
    <w:rsid w:val="0040506D"/>
    <w:rsid w:val="00406784"/>
    <w:rsid w:val="00406AF1"/>
    <w:rsid w:val="00407C2F"/>
    <w:rsid w:val="0041385B"/>
    <w:rsid w:val="00415BC0"/>
    <w:rsid w:val="004208E6"/>
    <w:rsid w:val="004232F9"/>
    <w:rsid w:val="00433A1E"/>
    <w:rsid w:val="00434B9C"/>
    <w:rsid w:val="00436110"/>
    <w:rsid w:val="00440668"/>
    <w:rsid w:val="004421D7"/>
    <w:rsid w:val="00447B83"/>
    <w:rsid w:val="00450475"/>
    <w:rsid w:val="00457882"/>
    <w:rsid w:val="00460B5A"/>
    <w:rsid w:val="0046600E"/>
    <w:rsid w:val="00467E79"/>
    <w:rsid w:val="00476722"/>
    <w:rsid w:val="00481EEB"/>
    <w:rsid w:val="0048414C"/>
    <w:rsid w:val="0048667B"/>
    <w:rsid w:val="00495993"/>
    <w:rsid w:val="004A3AAA"/>
    <w:rsid w:val="004A4315"/>
    <w:rsid w:val="004B5995"/>
    <w:rsid w:val="004B5AC3"/>
    <w:rsid w:val="004B6A8B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31869"/>
    <w:rsid w:val="00532361"/>
    <w:rsid w:val="00535B7D"/>
    <w:rsid w:val="00541878"/>
    <w:rsid w:val="00554FAA"/>
    <w:rsid w:val="005630B4"/>
    <w:rsid w:val="00563773"/>
    <w:rsid w:val="005650F2"/>
    <w:rsid w:val="005672CB"/>
    <w:rsid w:val="00576B90"/>
    <w:rsid w:val="0058155D"/>
    <w:rsid w:val="00590A5B"/>
    <w:rsid w:val="00590C13"/>
    <w:rsid w:val="0059175F"/>
    <w:rsid w:val="00593201"/>
    <w:rsid w:val="0059560E"/>
    <w:rsid w:val="00596C25"/>
    <w:rsid w:val="005A01E1"/>
    <w:rsid w:val="005A0290"/>
    <w:rsid w:val="005A1F29"/>
    <w:rsid w:val="005A29CB"/>
    <w:rsid w:val="005A50B9"/>
    <w:rsid w:val="005C24D1"/>
    <w:rsid w:val="005C51A1"/>
    <w:rsid w:val="005C59F8"/>
    <w:rsid w:val="005D2B26"/>
    <w:rsid w:val="005D3CF2"/>
    <w:rsid w:val="005D543F"/>
    <w:rsid w:val="005D7152"/>
    <w:rsid w:val="005E352B"/>
    <w:rsid w:val="005E4484"/>
    <w:rsid w:val="005F172E"/>
    <w:rsid w:val="005F61FB"/>
    <w:rsid w:val="00604DC5"/>
    <w:rsid w:val="006067F0"/>
    <w:rsid w:val="006079D5"/>
    <w:rsid w:val="00610541"/>
    <w:rsid w:val="00610A43"/>
    <w:rsid w:val="00612296"/>
    <w:rsid w:val="0061506B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D09A7"/>
    <w:rsid w:val="006D2A48"/>
    <w:rsid w:val="006E7F1D"/>
    <w:rsid w:val="006F3EB3"/>
    <w:rsid w:val="006F4DCD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3673"/>
    <w:rsid w:val="007540BD"/>
    <w:rsid w:val="00762205"/>
    <w:rsid w:val="0076323D"/>
    <w:rsid w:val="00764201"/>
    <w:rsid w:val="007830BE"/>
    <w:rsid w:val="007940C9"/>
    <w:rsid w:val="00796312"/>
    <w:rsid w:val="007B1B23"/>
    <w:rsid w:val="007B21FA"/>
    <w:rsid w:val="007B2ADE"/>
    <w:rsid w:val="007B3940"/>
    <w:rsid w:val="007D492E"/>
    <w:rsid w:val="007E0C49"/>
    <w:rsid w:val="007E3A3B"/>
    <w:rsid w:val="007E3BF7"/>
    <w:rsid w:val="007E51F2"/>
    <w:rsid w:val="007E5E97"/>
    <w:rsid w:val="007E7688"/>
    <w:rsid w:val="007F4A4B"/>
    <w:rsid w:val="007F770C"/>
    <w:rsid w:val="00802CB9"/>
    <w:rsid w:val="008036BF"/>
    <w:rsid w:val="00807BA4"/>
    <w:rsid w:val="00821133"/>
    <w:rsid w:val="008324B0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A4864"/>
    <w:rsid w:val="008B1B83"/>
    <w:rsid w:val="008B3ADA"/>
    <w:rsid w:val="008C5F4A"/>
    <w:rsid w:val="008D7E11"/>
    <w:rsid w:val="008E3990"/>
    <w:rsid w:val="008F272E"/>
    <w:rsid w:val="008F6B2B"/>
    <w:rsid w:val="00905C37"/>
    <w:rsid w:val="00906916"/>
    <w:rsid w:val="0092514B"/>
    <w:rsid w:val="009264AA"/>
    <w:rsid w:val="00944EE8"/>
    <w:rsid w:val="009461F0"/>
    <w:rsid w:val="009601F5"/>
    <w:rsid w:val="00963E43"/>
    <w:rsid w:val="00970F21"/>
    <w:rsid w:val="00975F3B"/>
    <w:rsid w:val="0098382A"/>
    <w:rsid w:val="009943CD"/>
    <w:rsid w:val="00994CF5"/>
    <w:rsid w:val="00994E91"/>
    <w:rsid w:val="009A10DD"/>
    <w:rsid w:val="009C37F8"/>
    <w:rsid w:val="009C6BB2"/>
    <w:rsid w:val="009E27B6"/>
    <w:rsid w:val="009E7920"/>
    <w:rsid w:val="009F368F"/>
    <w:rsid w:val="009F4367"/>
    <w:rsid w:val="009F7033"/>
    <w:rsid w:val="00A03CE6"/>
    <w:rsid w:val="00A03E48"/>
    <w:rsid w:val="00A11F5A"/>
    <w:rsid w:val="00A158CB"/>
    <w:rsid w:val="00A24377"/>
    <w:rsid w:val="00A34B40"/>
    <w:rsid w:val="00A36292"/>
    <w:rsid w:val="00A36D64"/>
    <w:rsid w:val="00A44A6B"/>
    <w:rsid w:val="00A46764"/>
    <w:rsid w:val="00A51DBA"/>
    <w:rsid w:val="00A5408B"/>
    <w:rsid w:val="00A556CE"/>
    <w:rsid w:val="00A564EF"/>
    <w:rsid w:val="00A67D37"/>
    <w:rsid w:val="00A72DDE"/>
    <w:rsid w:val="00A85ECD"/>
    <w:rsid w:val="00A923E2"/>
    <w:rsid w:val="00A964CE"/>
    <w:rsid w:val="00A96C60"/>
    <w:rsid w:val="00A96E03"/>
    <w:rsid w:val="00AA4437"/>
    <w:rsid w:val="00AB33EA"/>
    <w:rsid w:val="00AB363A"/>
    <w:rsid w:val="00AB7501"/>
    <w:rsid w:val="00AC35D6"/>
    <w:rsid w:val="00AD678B"/>
    <w:rsid w:val="00AE41A1"/>
    <w:rsid w:val="00AE5A17"/>
    <w:rsid w:val="00AF5AF6"/>
    <w:rsid w:val="00B13BB6"/>
    <w:rsid w:val="00B2565D"/>
    <w:rsid w:val="00B30727"/>
    <w:rsid w:val="00B358B3"/>
    <w:rsid w:val="00B43CDA"/>
    <w:rsid w:val="00B441D7"/>
    <w:rsid w:val="00B54207"/>
    <w:rsid w:val="00B67E21"/>
    <w:rsid w:val="00B734BB"/>
    <w:rsid w:val="00B77950"/>
    <w:rsid w:val="00B80700"/>
    <w:rsid w:val="00B86940"/>
    <w:rsid w:val="00B87347"/>
    <w:rsid w:val="00B90A33"/>
    <w:rsid w:val="00B91712"/>
    <w:rsid w:val="00B91D48"/>
    <w:rsid w:val="00B932C3"/>
    <w:rsid w:val="00B9526E"/>
    <w:rsid w:val="00BA7059"/>
    <w:rsid w:val="00BB40C8"/>
    <w:rsid w:val="00BB6985"/>
    <w:rsid w:val="00BC6602"/>
    <w:rsid w:val="00BD787B"/>
    <w:rsid w:val="00BE0CE4"/>
    <w:rsid w:val="00BE7D68"/>
    <w:rsid w:val="00BF101A"/>
    <w:rsid w:val="00C02E31"/>
    <w:rsid w:val="00C03ED1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8B7"/>
    <w:rsid w:val="00C70BEA"/>
    <w:rsid w:val="00C71B04"/>
    <w:rsid w:val="00C766CC"/>
    <w:rsid w:val="00C76B7D"/>
    <w:rsid w:val="00C8406C"/>
    <w:rsid w:val="00C87AAA"/>
    <w:rsid w:val="00CA543F"/>
    <w:rsid w:val="00CA6429"/>
    <w:rsid w:val="00CA6ADF"/>
    <w:rsid w:val="00CB148A"/>
    <w:rsid w:val="00CB5C14"/>
    <w:rsid w:val="00CC12A8"/>
    <w:rsid w:val="00CC6892"/>
    <w:rsid w:val="00CD31FE"/>
    <w:rsid w:val="00CD3B08"/>
    <w:rsid w:val="00CD4F1D"/>
    <w:rsid w:val="00CE1EC6"/>
    <w:rsid w:val="00CE5201"/>
    <w:rsid w:val="00CF1627"/>
    <w:rsid w:val="00CF760D"/>
    <w:rsid w:val="00D008ED"/>
    <w:rsid w:val="00D01984"/>
    <w:rsid w:val="00D01EDA"/>
    <w:rsid w:val="00D16472"/>
    <w:rsid w:val="00D321C9"/>
    <w:rsid w:val="00D37FC2"/>
    <w:rsid w:val="00D418D4"/>
    <w:rsid w:val="00D43DB0"/>
    <w:rsid w:val="00D570C5"/>
    <w:rsid w:val="00D818BE"/>
    <w:rsid w:val="00D922CF"/>
    <w:rsid w:val="00D951B4"/>
    <w:rsid w:val="00DA32B3"/>
    <w:rsid w:val="00DA6734"/>
    <w:rsid w:val="00DB56B3"/>
    <w:rsid w:val="00DD3B48"/>
    <w:rsid w:val="00DE24BE"/>
    <w:rsid w:val="00DE5B21"/>
    <w:rsid w:val="00DE7479"/>
    <w:rsid w:val="00DF128B"/>
    <w:rsid w:val="00DF2F94"/>
    <w:rsid w:val="00E03B67"/>
    <w:rsid w:val="00E11688"/>
    <w:rsid w:val="00E26EAA"/>
    <w:rsid w:val="00E27CC3"/>
    <w:rsid w:val="00E30FCA"/>
    <w:rsid w:val="00E315F2"/>
    <w:rsid w:val="00E36F97"/>
    <w:rsid w:val="00E42057"/>
    <w:rsid w:val="00E44C4F"/>
    <w:rsid w:val="00E505AD"/>
    <w:rsid w:val="00E62BEE"/>
    <w:rsid w:val="00E63075"/>
    <w:rsid w:val="00E644BF"/>
    <w:rsid w:val="00E73A40"/>
    <w:rsid w:val="00E74B1C"/>
    <w:rsid w:val="00E806E3"/>
    <w:rsid w:val="00E81697"/>
    <w:rsid w:val="00E928D4"/>
    <w:rsid w:val="00E94852"/>
    <w:rsid w:val="00EA4D25"/>
    <w:rsid w:val="00EA576F"/>
    <w:rsid w:val="00EB0255"/>
    <w:rsid w:val="00EB3838"/>
    <w:rsid w:val="00EB4C77"/>
    <w:rsid w:val="00EB68CC"/>
    <w:rsid w:val="00EC2095"/>
    <w:rsid w:val="00EC5E51"/>
    <w:rsid w:val="00EC76B0"/>
    <w:rsid w:val="00ED48AE"/>
    <w:rsid w:val="00EE65A7"/>
    <w:rsid w:val="00EF48EC"/>
    <w:rsid w:val="00EF6016"/>
    <w:rsid w:val="00F05E03"/>
    <w:rsid w:val="00F2061A"/>
    <w:rsid w:val="00F27724"/>
    <w:rsid w:val="00F30057"/>
    <w:rsid w:val="00F34750"/>
    <w:rsid w:val="00F46114"/>
    <w:rsid w:val="00F47B3A"/>
    <w:rsid w:val="00F602C8"/>
    <w:rsid w:val="00F62595"/>
    <w:rsid w:val="00F7168A"/>
    <w:rsid w:val="00F71C13"/>
    <w:rsid w:val="00F77228"/>
    <w:rsid w:val="00F90567"/>
    <w:rsid w:val="00F91352"/>
    <w:rsid w:val="00F922ED"/>
    <w:rsid w:val="00F95736"/>
    <w:rsid w:val="00FB7ADE"/>
    <w:rsid w:val="00FC164F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2095F6"/>
  <w15:docId w15:val="{F6F47473-89F8-4A96-9390-BC9A61210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436110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436110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436110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436110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436110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147799"/>
    <w:rPr>
      <w:rFonts w:ascii="Georgia" w:hAnsi="Georgia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24377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5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Koncernf&#230;lles\Interne%20skabeloner\Notits.dotx" TargetMode="External"/></Relationships>
</file>

<file path=word/theme/theme1.xml><?xml version="1.0" encoding="utf-8"?>
<a:theme xmlns:a="http://schemas.openxmlformats.org/drawingml/2006/main" name="Kontortema">
  <a:themeElements>
    <a:clrScheme name="MFVM - Departementet/Koncern_Word">
      <a:dk1>
        <a:srgbClr val="000000"/>
      </a:dk1>
      <a:lt1>
        <a:sysClr val="window" lastClr="FFFFFF"/>
      </a:lt1>
      <a:dk2>
        <a:srgbClr val="BFCBC9"/>
      </a:dk2>
      <a:lt2>
        <a:srgbClr val="E5EAE9"/>
      </a:lt2>
      <a:accent1>
        <a:srgbClr val="00874B"/>
      </a:accent1>
      <a:accent2>
        <a:srgbClr val="003127"/>
      </a:accent2>
      <a:accent3>
        <a:srgbClr val="33B9C4"/>
      </a:accent3>
      <a:accent4>
        <a:srgbClr val="0085AD"/>
      </a:accent4>
      <a:accent5>
        <a:srgbClr val="512D6D"/>
      </a:accent5>
      <a:accent6>
        <a:srgbClr val="ABBC38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Notits.dotx</Template>
  <TotalTime>1</TotalTime>
  <Pages>4</Pages>
  <Words>514</Words>
  <Characters>3139</Characters>
  <Application>Microsoft Office Word</Application>
  <DocSecurity>0</DocSecurity>
  <Lines>26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Notits</vt:lpstr>
      <vt:lpstr>Notits</vt:lpstr>
      <vt:lpstr/>
    </vt:vector>
  </TitlesOfParts>
  <Company>Miljøministeriet</Company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Notits</dc:title>
  <dc:creator>Simon Kjølby Larsen</dc:creator>
  <cp:lastModifiedBy>Simon Kjølby Larsen</cp:lastModifiedBy>
  <cp:revision>2</cp:revision>
  <cp:lastPrinted>2005-05-20T12:11:00Z</cp:lastPrinted>
  <dcterms:created xsi:type="dcterms:W3CDTF">2025-08-18T09:19:00Z</dcterms:created>
  <dcterms:modified xsi:type="dcterms:W3CDTF">2025-08-18T09:19:00Z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Notits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IntegrationInfoAdded">
    <vt:bool>true</vt:bool>
  </property>
  <property fmtid="{D5CDD505-2E9C-101B-9397-08002B2CF9AE}" pid="13" name="SD_DocumentLanguage">
    <vt:lpwstr>da-DK</vt:lpwstr>
  </property>
  <property fmtid="{D5CDD505-2E9C-101B-9397-08002B2CF9AE}" pid="14" name="sdDocumentDate">
    <vt:lpwstr>45415</vt:lpwstr>
  </property>
  <property fmtid="{D5CDD505-2E9C-101B-9397-08002B2CF9AE}" pid="15" name="sdDocumentDateFormat">
    <vt:lpwstr>da-DK:'Den' d. MMMM yyyy</vt:lpwstr>
  </property>
  <property fmtid="{D5CDD505-2E9C-101B-9397-08002B2CF9AE}" pid="16" name="SD_DocumentLanguageString">
    <vt:lpwstr>Dansk</vt:lpwstr>
  </property>
  <property fmtid="{D5CDD505-2E9C-101B-9397-08002B2CF9AE}" pid="17" name="SD_CtlText_Usersettings_Userprofile">
    <vt:lpwstr>Skriv navnet på den nye profil</vt:lpwstr>
  </property>
  <property fmtid="{D5CDD505-2E9C-101B-9397-08002B2CF9AE}" pid="18" name="SD_CtlText_Generelt_CaseNoF2">
    <vt:lpwstr>$dossier_f2casenumber$</vt:lpwstr>
  </property>
  <property fmtid="{D5CDD505-2E9C-101B-9397-08002B2CF9AE}" pid="19" name="SD_UserprofileName">
    <vt:lpwstr>Skriv navnet på den nye profil</vt:lpwstr>
  </property>
  <property fmtid="{D5CDD505-2E9C-101B-9397-08002B2CF9AE}" pid="20" name="SD_Office_OFF_ID">
    <vt:lpwstr>142</vt:lpwstr>
  </property>
  <property fmtid="{D5CDD505-2E9C-101B-9397-08002B2CF9AE}" pid="21" name="CurrentOfficeID">
    <vt:lpwstr>142</vt:lpwstr>
  </property>
  <property fmtid="{D5CDD505-2E9C-101B-9397-08002B2CF9AE}" pid="22" name="SD_Office_OFF_Organisation">
    <vt:lpwstr>MIM</vt:lpwstr>
  </property>
  <property fmtid="{D5CDD505-2E9C-101B-9397-08002B2CF9AE}" pid="23" name="SD_Office_OFF_ArtworkDefinition">
    <vt:lpwstr>MIM</vt:lpwstr>
  </property>
  <property fmtid="{D5CDD505-2E9C-101B-9397-08002B2CF9AE}" pid="24" name="SD_Office_OFF_LogoFileName">
    <vt:lpwstr>MIMDEP</vt:lpwstr>
  </property>
  <property fmtid="{D5CDD505-2E9C-101B-9397-08002B2CF9AE}" pid="25" name="SD_Office_OFF_Institution">
    <vt:lpwstr>Miljøministeriet</vt:lpwstr>
  </property>
  <property fmtid="{D5CDD505-2E9C-101B-9397-08002B2CF9AE}" pid="26" name="SD_Office_OFF_Institution_EN">
    <vt:lpwstr>Ministry of Environment</vt:lpwstr>
  </property>
  <property fmtid="{D5CDD505-2E9C-101B-9397-08002B2CF9AE}" pid="27" name="SD_Office_OFF_kontor">
    <vt:lpwstr>Bæredygtigt Miljø og Produktion</vt:lpwstr>
  </property>
  <property fmtid="{D5CDD505-2E9C-101B-9397-08002B2CF9AE}" pid="28" name="SD_Office_OFF_Department">
    <vt:lpwstr>Bæredygtigt Miljø og Produktion</vt:lpwstr>
  </property>
  <property fmtid="{D5CDD505-2E9C-101B-9397-08002B2CF9AE}" pid="29" name="SD_Office_OFF_Department_EN">
    <vt:lpwstr>Bæredygtigt Miljø og Produktion</vt:lpwstr>
  </property>
  <property fmtid="{D5CDD505-2E9C-101B-9397-08002B2CF9AE}" pid="30" name="SD_Office_OFF_Footertext">
    <vt:lpwstr/>
  </property>
  <property fmtid="{D5CDD505-2E9C-101B-9397-08002B2CF9AE}" pid="31" name="SD_Office_OFF_AddressA">
    <vt:lpwstr>Frederiksholms Kanal 26</vt:lpwstr>
  </property>
  <property fmtid="{D5CDD505-2E9C-101B-9397-08002B2CF9AE}" pid="32" name="SD_Office_OFF_AddressB">
    <vt:lpwstr/>
  </property>
  <property fmtid="{D5CDD505-2E9C-101B-9397-08002B2CF9AE}" pid="33" name="SD_Office_OFF_AddressC">
    <vt:lpwstr/>
  </property>
  <property fmtid="{D5CDD505-2E9C-101B-9397-08002B2CF9AE}" pid="34" name="SD_Office_OFF_AddressCollected">
    <vt:lpwstr>Frederiksholms Kanal 26</vt:lpwstr>
  </property>
  <property fmtid="{D5CDD505-2E9C-101B-9397-08002B2CF9AE}" pid="35" name="SD_Office_OFF_AddressD">
    <vt:lpwstr>1220</vt:lpwstr>
  </property>
  <property fmtid="{D5CDD505-2E9C-101B-9397-08002B2CF9AE}" pid="36" name="SD_Office_OFF_City">
    <vt:lpwstr>København K</vt:lpwstr>
  </property>
  <property fmtid="{D5CDD505-2E9C-101B-9397-08002B2CF9AE}" pid="37" name="SD_Office_OFF_City_EN">
    <vt:lpwstr>Copenhagen K Denmark</vt:lpwstr>
  </property>
  <property fmtid="{D5CDD505-2E9C-101B-9397-08002B2CF9AE}" pid="38" name="SD_Office_OFF_Phone">
    <vt:lpwstr>38 14 21 42</vt:lpwstr>
  </property>
  <property fmtid="{D5CDD505-2E9C-101B-9397-08002B2CF9AE}" pid="39" name="SD_Office_OFF_Phone_EN">
    <vt:lpwstr>+45 38 14 21 42</vt:lpwstr>
  </property>
  <property fmtid="{D5CDD505-2E9C-101B-9397-08002B2CF9AE}" pid="40" name="SD_Office_OFF_Fax">
    <vt:lpwstr/>
  </property>
  <property fmtid="{D5CDD505-2E9C-101B-9397-08002B2CF9AE}" pid="41" name="SD_Office_OFF_Fax_EN">
    <vt:lpwstr/>
  </property>
  <property fmtid="{D5CDD505-2E9C-101B-9397-08002B2CF9AE}" pid="42" name="SD_Office_OFF_Email">
    <vt:lpwstr>mim@mim.dk</vt:lpwstr>
  </property>
  <property fmtid="{D5CDD505-2E9C-101B-9397-08002B2CF9AE}" pid="43" name="SD_Office_OFF_Web">
    <vt:lpwstr>www.mim.dk</vt:lpwstr>
  </property>
  <property fmtid="{D5CDD505-2E9C-101B-9397-08002B2CF9AE}" pid="44" name="SD_Office_OFF_CVR">
    <vt:lpwstr>12854358</vt:lpwstr>
  </property>
  <property fmtid="{D5CDD505-2E9C-101B-9397-08002B2CF9AE}" pid="45" name="SD_Office_OFF_EAN">
    <vt:lpwstr>5798000862005</vt:lpwstr>
  </property>
  <property fmtid="{D5CDD505-2E9C-101B-9397-08002B2CF9AE}" pid="46" name="SD_Office_OFF_EAN_EN">
    <vt:lpwstr>5798000862005</vt:lpwstr>
  </property>
  <property fmtid="{D5CDD505-2E9C-101B-9397-08002B2CF9AE}" pid="47" name="SD_Office_OFF_ColorTheme">
    <vt:lpwstr>MFVM - Departementet_Koncern</vt:lpwstr>
  </property>
  <property fmtid="{D5CDD505-2E9C-101B-9397-08002B2CF9AE}" pid="48" name="LastCompletedArtworkDefinition">
    <vt:lpwstr>MIM</vt:lpwstr>
  </property>
  <property fmtid="{D5CDD505-2E9C-101B-9397-08002B2CF9AE}" pid="49" name="USR_Name">
    <vt:lpwstr>Simon Kjølby Larsen</vt:lpwstr>
  </property>
  <property fmtid="{D5CDD505-2E9C-101B-9397-08002B2CF9AE}" pid="50" name="USR_Initials">
    <vt:lpwstr>SIKJL</vt:lpwstr>
  </property>
  <property fmtid="{D5CDD505-2E9C-101B-9397-08002B2CF9AE}" pid="51" name="USR_Title">
    <vt:lpwstr>Chefkonsulent</vt:lpwstr>
  </property>
  <property fmtid="{D5CDD505-2E9C-101B-9397-08002B2CF9AE}" pid="52" name="USR_DirectPhone">
    <vt:lpwstr>+45 24 60 39 08</vt:lpwstr>
  </property>
  <property fmtid="{D5CDD505-2E9C-101B-9397-08002B2CF9AE}" pid="53" name="USR_Mobile">
    <vt:lpwstr>+45 24 60 39 08</vt:lpwstr>
  </property>
  <property fmtid="{D5CDD505-2E9C-101B-9397-08002B2CF9AE}" pid="54" name="USR_Email">
    <vt:lpwstr>sikjl@mim.dk</vt:lpwstr>
  </property>
  <property fmtid="{D5CDD505-2E9C-101B-9397-08002B2CF9AE}" pid="55" name="DocumentInfoFinished">
    <vt:lpwstr>True</vt:lpwstr>
  </property>
</Properties>
</file>